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Wzór umowy powierzenia przetwarzania danych - (1).docx</dmsv2BaseFileName>
    <dmsv2BaseDisplayName xmlns="http://schemas.microsoft.com/sharepoint/v3">Załącznik nr 6 Wzór umowy powierzenia przetwarzania danych - (1)</dmsv2BaseDisplayName>
    <dmsv2SWPP2ObjectNumber xmlns="http://schemas.microsoft.com/sharepoint/v3">POST/DYS/OLD/GZ/04355/2025                        </dmsv2SWPP2ObjectNumber>
    <dmsv2SWPP2SumMD5 xmlns="http://schemas.microsoft.com/sharepoint/v3">f1b39a44c4076aa7ddfaf593d00bf07a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700628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23899415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JEUP5JKVCYQC-1440096624-10324</_dlc_DocId>
    <_dlc_DocIdUrl xmlns="a19cb1c7-c5c7-46d4-85ae-d83685407bba">
      <Url>https://swpp2.dms.gkpge.pl/sites/41/_layouts/15/DocIdRedir.aspx?ID=JEUP5JKVCYQC-1440096624-10324</Url>
      <Description>JEUP5JKVCYQC-1440096624-10324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5679EF8B-DB0C-4FDB-A273-D008723DA783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0C67A117-E238-4ABD-A171-1D845648BC5C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80812024-44ec-4621-9a3e-2483463df928</vt:lpwstr>
  </property>
</Properties>
</file>